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附件5</w:t>
      </w:r>
      <w:r>
        <w:rPr>
          <w:rFonts w:ascii="仿宋" w:hAnsi="仿宋" w:eastAsia="仿宋"/>
          <w:szCs w:val="32"/>
        </w:rPr>
        <w:t>：</w:t>
      </w:r>
    </w:p>
    <w:p>
      <w:pPr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标准征求意见汇总表</w:t>
      </w:r>
    </w:p>
    <w:p>
      <w:pPr>
        <w:ind w:left="4127" w:hanging="4130" w:hangingChars="1750"/>
        <w:jc w:val="left"/>
        <w:rPr>
          <w:sz w:val="24"/>
        </w:rPr>
      </w:pPr>
      <w:r>
        <w:rPr>
          <w:rFonts w:hint="eastAsia"/>
          <w:sz w:val="24"/>
        </w:rPr>
        <w:t>标准项目名称：</w:t>
      </w:r>
      <w:r>
        <w:rPr>
          <w:rFonts w:hint="eastAsia" w:ascii="宋体" w:hAnsi="宋体"/>
          <w:sz w:val="24"/>
        </w:rPr>
        <w:t xml:space="preserve">核电电气设备 电磁兼容试验详细规范 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>2022</w:t>
      </w:r>
      <w:r>
        <w:rPr>
          <w:rFonts w:hint="eastAsia"/>
          <w:sz w:val="24"/>
        </w:rPr>
        <w:t>年</w:t>
      </w:r>
      <w:r>
        <w:rPr>
          <w:sz w:val="24"/>
        </w:rPr>
        <w:t>9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日                                                                                     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402"/>
        <w:gridCol w:w="1770"/>
        <w:gridCol w:w="1877"/>
        <w:gridCol w:w="1638"/>
        <w:gridCol w:w="1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tblHeader/>
          <w:jc w:val="center"/>
        </w:trPr>
        <w:tc>
          <w:tcPr>
            <w:tcW w:w="405" w:type="pct"/>
            <w:vAlign w:val="center"/>
          </w:tcPr>
          <w:p>
            <w:pPr>
              <w:adjustRightInd w:val="0"/>
              <w:snapToGrid w:val="0"/>
              <w:ind w:right="-69" w:rightChars="-22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774" w:type="pct"/>
            <w:vAlign w:val="center"/>
          </w:tcPr>
          <w:p>
            <w:pPr>
              <w:pStyle w:val="12"/>
              <w:widowControl w:val="0"/>
              <w:numPr>
                <w:ilvl w:val="0"/>
                <w:numId w:val="0"/>
              </w:numPr>
              <w:wordWrap/>
              <w:overflowPunct/>
              <w:autoSpaceDE/>
              <w:adjustRightInd w:val="0"/>
              <w:snapToGrid w:val="0"/>
              <w:spacing w:beforeLines="0" w:afterLines="0"/>
              <w:jc w:val="center"/>
              <w:textAlignment w:val="auto"/>
              <w:outlineLvl w:val="9"/>
              <w:rPr>
                <w:rFonts w:ascii="仿宋" w:hAnsi="仿宋" w:eastAsia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2"/>
                <w:sz w:val="24"/>
                <w:szCs w:val="24"/>
              </w:rPr>
              <w:t>章条编号</w:t>
            </w:r>
          </w:p>
        </w:tc>
        <w:tc>
          <w:tcPr>
            <w:tcW w:w="97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意见或建议</w:t>
            </w:r>
          </w:p>
        </w:tc>
        <w:tc>
          <w:tcPr>
            <w:tcW w:w="10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理 由</w:t>
            </w: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提出单位/人</w:t>
            </w: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</w:t>
            </w:r>
            <w:r>
              <w:rPr>
                <w:rFonts w:ascii="仿宋" w:hAnsi="仿宋" w:eastAsia="仿宋"/>
                <w:sz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pStyle w:val="15"/>
              <w:spacing w:beforeLines="0" w:after="0" w:line="24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 w:cs="Arial,Bold"/>
                <w:bCs/>
                <w:kern w:val="0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05" w:type="pct"/>
            <w:vAlign w:val="center"/>
          </w:tcPr>
          <w:p>
            <w:pPr>
              <w:pStyle w:val="13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ind w:right="316" w:rightChars="100"/>
        <w:rPr>
          <w:szCs w:val="32"/>
        </w:rPr>
      </w:pPr>
    </w:p>
    <w:p>
      <w:pPr>
        <w:ind w:right="316" w:rightChars="100"/>
        <w:rPr>
          <w:szCs w:val="32"/>
        </w:rPr>
      </w:pPr>
    </w:p>
    <w:p>
      <w:pPr>
        <w:ind w:right="316" w:rightChars="100"/>
        <w:rPr>
          <w:szCs w:val="32"/>
        </w:rPr>
      </w:pPr>
    </w:p>
    <w:p>
      <w:pPr>
        <w:ind w:right="316" w:rightChars="100"/>
        <w:rPr>
          <w:szCs w:val="32"/>
        </w:rPr>
      </w:pPr>
    </w:p>
    <w:p>
      <w:pPr>
        <w:ind w:right="316" w:rightChars="100"/>
        <w:rPr>
          <w:szCs w:val="32"/>
        </w:rPr>
      </w:pPr>
    </w:p>
    <w:p>
      <w:pPr>
        <w:ind w:right="316" w:rightChars="100"/>
        <w:rPr>
          <w:szCs w:val="32"/>
        </w:rPr>
      </w:pPr>
    </w:p>
    <w:p>
      <w:pPr>
        <w:ind w:right="316" w:rightChars="100"/>
        <w:rPr>
          <w:rFonts w:hint="eastAsia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418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,Bold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ind w:left="320" w:leftChars="100" w:right="320" w:rightChars="100"/>
      <w:rPr>
        <w:rStyle w:val="9"/>
        <w:rFonts w:ascii="宋体"/>
        <w:b/>
        <w:bCs/>
        <w:sz w:val="28"/>
      </w:rPr>
    </w:pPr>
    <w:r>
      <w:rPr>
        <w:rStyle w:val="9"/>
        <w:rFonts w:hint="eastAsia"/>
        <w:sz w:val="28"/>
      </w:rPr>
      <w:t>—</w:t>
    </w:r>
    <w:r>
      <w:rPr>
        <w:rStyle w:val="9"/>
        <w:sz w:val="28"/>
      </w:rPr>
      <w:t xml:space="preserve"> </w:t>
    </w:r>
    <w:r>
      <w:rPr>
        <w:rStyle w:val="9"/>
        <w:sz w:val="28"/>
      </w:rPr>
      <w:fldChar w:fldCharType="begin"/>
    </w:r>
    <w:r>
      <w:rPr>
        <w:rStyle w:val="9"/>
        <w:sz w:val="28"/>
      </w:rPr>
      <w:instrText xml:space="preserve">PAGE  </w:instrText>
    </w:r>
    <w:r>
      <w:rPr>
        <w:rStyle w:val="9"/>
        <w:sz w:val="28"/>
      </w:rPr>
      <w:fldChar w:fldCharType="separate"/>
    </w:r>
    <w:r>
      <w:rPr>
        <w:rStyle w:val="9"/>
        <w:sz w:val="28"/>
      </w:rPr>
      <w:t>4</w:t>
    </w:r>
    <w:r>
      <w:rPr>
        <w:rStyle w:val="9"/>
        <w:sz w:val="28"/>
      </w:rPr>
      <w:fldChar w:fldCharType="end"/>
    </w:r>
    <w:r>
      <w:rPr>
        <w:rStyle w:val="9"/>
        <w:sz w:val="28"/>
      </w:rPr>
      <w:t xml:space="preserve"> </w:t>
    </w:r>
    <w:r>
      <w:rPr>
        <w:rStyle w:val="9"/>
        <w:rFonts w:hint="eastAsia"/>
        <w:sz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4066B"/>
    <w:multiLevelType w:val="multilevel"/>
    <w:tmpl w:val="0654066B"/>
    <w:lvl w:ilvl="0" w:tentative="0">
      <w:start w:val="1"/>
      <w:numFmt w:val="decimal"/>
      <w:lvlText w:val=" %1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912D4B"/>
    <w:multiLevelType w:val="multilevel"/>
    <w:tmpl w:val="57912D4B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pStyle w:val="12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drawingGridHorizontalSpacing w:val="31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mMTk3MzAzOTViZjgyYzhhMDIyOTA3OWQzMTg2OWQifQ=="/>
  </w:docVars>
  <w:rsids>
    <w:rsidRoot w:val="00AD1EFE"/>
    <w:rsid w:val="00017D04"/>
    <w:rsid w:val="000447DA"/>
    <w:rsid w:val="000C0A18"/>
    <w:rsid w:val="000D3400"/>
    <w:rsid w:val="000F2B4A"/>
    <w:rsid w:val="000F3376"/>
    <w:rsid w:val="00165731"/>
    <w:rsid w:val="001752E4"/>
    <w:rsid w:val="00183E4B"/>
    <w:rsid w:val="001B2899"/>
    <w:rsid w:val="002229FF"/>
    <w:rsid w:val="00226C1C"/>
    <w:rsid w:val="002343CA"/>
    <w:rsid w:val="0028207C"/>
    <w:rsid w:val="002A1130"/>
    <w:rsid w:val="002B5A43"/>
    <w:rsid w:val="002C79CC"/>
    <w:rsid w:val="00304740"/>
    <w:rsid w:val="003448E8"/>
    <w:rsid w:val="00386AE9"/>
    <w:rsid w:val="003F0AD6"/>
    <w:rsid w:val="00400C28"/>
    <w:rsid w:val="004102B0"/>
    <w:rsid w:val="00423739"/>
    <w:rsid w:val="00434581"/>
    <w:rsid w:val="00441E29"/>
    <w:rsid w:val="0046565F"/>
    <w:rsid w:val="004774B5"/>
    <w:rsid w:val="004E627D"/>
    <w:rsid w:val="00531EF7"/>
    <w:rsid w:val="0053509A"/>
    <w:rsid w:val="00567F31"/>
    <w:rsid w:val="005C59B1"/>
    <w:rsid w:val="005D6C1A"/>
    <w:rsid w:val="00611E9D"/>
    <w:rsid w:val="006641B9"/>
    <w:rsid w:val="0069395E"/>
    <w:rsid w:val="006A51DB"/>
    <w:rsid w:val="006C0547"/>
    <w:rsid w:val="006E7CF0"/>
    <w:rsid w:val="007019C5"/>
    <w:rsid w:val="00711D29"/>
    <w:rsid w:val="00744CDA"/>
    <w:rsid w:val="00757E3B"/>
    <w:rsid w:val="007A765B"/>
    <w:rsid w:val="007D68E9"/>
    <w:rsid w:val="007F49C1"/>
    <w:rsid w:val="00815E29"/>
    <w:rsid w:val="00842269"/>
    <w:rsid w:val="00863AFC"/>
    <w:rsid w:val="0087513C"/>
    <w:rsid w:val="008B44C8"/>
    <w:rsid w:val="0091335A"/>
    <w:rsid w:val="00917849"/>
    <w:rsid w:val="009902C4"/>
    <w:rsid w:val="009F3A17"/>
    <w:rsid w:val="00A47B3F"/>
    <w:rsid w:val="00A51A86"/>
    <w:rsid w:val="00A75CC7"/>
    <w:rsid w:val="00A80093"/>
    <w:rsid w:val="00AB73DE"/>
    <w:rsid w:val="00AD1EFE"/>
    <w:rsid w:val="00AE127C"/>
    <w:rsid w:val="00AE26DA"/>
    <w:rsid w:val="00B421BF"/>
    <w:rsid w:val="00B44BB1"/>
    <w:rsid w:val="00B80267"/>
    <w:rsid w:val="00B8262E"/>
    <w:rsid w:val="00B92730"/>
    <w:rsid w:val="00BE645A"/>
    <w:rsid w:val="00C21A15"/>
    <w:rsid w:val="00CA77C1"/>
    <w:rsid w:val="00CC464B"/>
    <w:rsid w:val="00CF5189"/>
    <w:rsid w:val="00D15AB3"/>
    <w:rsid w:val="00D41F29"/>
    <w:rsid w:val="00D4253D"/>
    <w:rsid w:val="00D5288C"/>
    <w:rsid w:val="00D87000"/>
    <w:rsid w:val="00D90F2E"/>
    <w:rsid w:val="00DA5440"/>
    <w:rsid w:val="00E0044A"/>
    <w:rsid w:val="00E02923"/>
    <w:rsid w:val="00E06E0E"/>
    <w:rsid w:val="00E34FA5"/>
    <w:rsid w:val="00E403A7"/>
    <w:rsid w:val="00E6336E"/>
    <w:rsid w:val="00ED6C00"/>
    <w:rsid w:val="00F06126"/>
    <w:rsid w:val="00F313CB"/>
    <w:rsid w:val="00F40FB8"/>
    <w:rsid w:val="00F540D3"/>
    <w:rsid w:val="381940BD"/>
    <w:rsid w:val="56736BEA"/>
    <w:rsid w:val="603A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uiPriority w:val="0"/>
    <w:pPr>
      <w:spacing w:line="0" w:lineRule="atLeast"/>
    </w:pPr>
    <w:rPr>
      <w:rFonts w:eastAsia="小标宋"/>
      <w:sz w:val="44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  <w:style w:type="character" w:styleId="10">
    <w:name w:val="Hyperlink"/>
    <w:basedOn w:val="8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正文文本 Char"/>
    <w:link w:val="2"/>
    <w:uiPriority w:val="0"/>
    <w:rPr>
      <w:rFonts w:eastAsia="小标宋"/>
      <w:kern w:val="2"/>
      <w:sz w:val="44"/>
      <w:lang w:val="en-US" w:eastAsia="zh-CN" w:bidi="ar-SA"/>
    </w:rPr>
  </w:style>
  <w:style w:type="paragraph" w:customStyle="1" w:styleId="12">
    <w:name w:val="附录章标题"/>
    <w:next w:val="1"/>
    <w:qFormat/>
    <w:uiPriority w:val="0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">
    <w:name w:val="_Style 12"/>
    <w:basedOn w:val="1"/>
    <w:next w:val="14"/>
    <w:qFormat/>
    <w:uiPriority w:val="34"/>
    <w:pPr>
      <w:ind w:firstLine="420" w:firstLineChars="200"/>
    </w:pPr>
    <w:rPr>
      <w:rFonts w:eastAsia="宋体"/>
      <w:sz w:val="21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标准文件_正文标准名称"/>
    <w:qFormat/>
    <w:uiPriority w:val="0"/>
    <w:pPr>
      <w:spacing w:beforeLines="20"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7=template\6=&#20415;&#20989;\&#30005;&#24037;&#25152;&#20415;&#20989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电工所便函模板</Template>
  <Company>Sky123.Org</Company>
  <Pages>1</Pages>
  <Words>64</Words>
  <Characters>67</Characters>
  <Lines>8</Lines>
  <Paragraphs>2</Paragraphs>
  <TotalTime>0</TotalTime>
  <ScaleCrop>false</ScaleCrop>
  <LinksUpToDate>false</LinksUpToDate>
  <CharactersWithSpaces>166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2022-09-05T07:24:00Z</dcterms:created>
  <dc:creator>XYF</dc:creator>
  <cp:lastModifiedBy>青争何需急</cp:lastModifiedBy>
  <cp:lastPrinted>2016-03-14T03:09:00Z</cp:lastPrinted>
  <dcterms:modified xsi:type="dcterms:W3CDTF">2022-09-15T02:29:56Z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234BFED0AF294A69A0E26FE9A34183F1</vt:lpwstr>
  </property>
</Properties>
</file>